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3A3E7" w14:textId="77777777" w:rsidR="00C36D72" w:rsidRDefault="00C36D7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8"/>
        <w:gridCol w:w="1768"/>
        <w:gridCol w:w="1664"/>
        <w:gridCol w:w="416"/>
        <w:gridCol w:w="624"/>
        <w:gridCol w:w="624"/>
        <w:gridCol w:w="624"/>
        <w:gridCol w:w="624"/>
        <w:gridCol w:w="312"/>
        <w:gridCol w:w="312"/>
        <w:gridCol w:w="624"/>
        <w:gridCol w:w="520"/>
        <w:gridCol w:w="156"/>
        <w:gridCol w:w="676"/>
        <w:gridCol w:w="624"/>
        <w:gridCol w:w="208"/>
      </w:tblGrid>
      <w:tr w:rsidR="00C36D72" w:rsidRPr="00245908" w14:paraId="7153A3EA" w14:textId="77777777">
        <w:trPr>
          <w:cantSplit/>
          <w:trHeight w:hRule="exact" w:val="662"/>
        </w:trPr>
        <w:tc>
          <w:tcPr>
            <w:tcW w:w="9984" w:type="dxa"/>
            <w:gridSpan w:val="1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8" w14:textId="77777777" w:rsidR="00C36D72" w:rsidRDefault="00854E0C">
            <w:pPr>
              <w:pStyle w:val="a3"/>
              <w:spacing w:before="121"/>
              <w:rPr>
                <w:spacing w:val="0"/>
              </w:rPr>
            </w:pPr>
            <w:r>
              <w:rPr>
                <w:noProof/>
              </w:rPr>
              <w:pict w14:anchorId="7153A450">
                <v:line id="_x0000_s1026" style="position:absolute;left:0;text-align:left;z-index:251657728" from="161.2pt,39.35pt" to="343.2pt,39.35pt" o:allowincell="f" strokeweight="1.5pt">
                  <v:stroke linestyle="thinThin"/>
                  <v:path fillok="t"/>
                </v:line>
              </w:pict>
            </w:r>
          </w:p>
          <w:p w14:paraId="7153A3E9" w14:textId="77777777" w:rsidR="00C36D72" w:rsidRDefault="00C36D72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　　　　　　　</w:t>
            </w:r>
            <w:r>
              <w:rPr>
                <w:rFonts w:eastAsia="Times New Roman" w:cs="Times New Roman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入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札　　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>書</w:t>
            </w:r>
          </w:p>
        </w:tc>
      </w:tr>
      <w:tr w:rsidR="00C36D72" w:rsidRPr="00245908" w14:paraId="7153A3EC" w14:textId="77777777">
        <w:trPr>
          <w:cantSplit/>
          <w:trHeight w:val="241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B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153A3EE" w14:textId="77777777">
        <w:trPr>
          <w:cantSplit/>
          <w:trHeight w:hRule="exact" w:val="224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ED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153A3F3" w14:textId="77777777">
        <w:trPr>
          <w:trHeight w:hRule="exact" w:val="482"/>
        </w:trPr>
        <w:tc>
          <w:tcPr>
            <w:tcW w:w="6864" w:type="dxa"/>
            <w:gridSpan w:val="9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3EF" w14:textId="3F2FAF52" w:rsidR="00C36D72" w:rsidRDefault="00C36D72" w:rsidP="00887851">
            <w:pPr>
              <w:pStyle w:val="a3"/>
              <w:spacing w:before="121" w:line="26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入札</w:t>
            </w:r>
            <w:r w:rsidR="004167DB">
              <w:rPr>
                <w:rFonts w:ascii="ＭＳ 明朝" w:hAnsi="ＭＳ 明朝" w:hint="eastAsia"/>
                <w:sz w:val="26"/>
                <w:szCs w:val="26"/>
              </w:rPr>
              <w:t>書</w:t>
            </w:r>
            <w:r w:rsidR="004167DB">
              <w:rPr>
                <w:rFonts w:ascii="ＭＳ 明朝" w:hAnsi="ＭＳ 明朝"/>
                <w:sz w:val="26"/>
                <w:szCs w:val="26"/>
              </w:rPr>
              <w:t>提出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 xml:space="preserve">年月日　　</w:t>
            </w:r>
            <w:r w:rsidR="000F096A">
              <w:rPr>
                <w:rFonts w:ascii="ＭＳ 明朝" w:hAnsi="ＭＳ 明朝" w:hint="eastAsia"/>
                <w:sz w:val="26"/>
                <w:szCs w:val="26"/>
              </w:rPr>
              <w:t>令和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年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月</w:t>
            </w:r>
            <w:r w:rsidR="00887851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887851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日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3F0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6"/>
                <w:szCs w:val="26"/>
              </w:rPr>
              <w:t>入札番号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3A3F1" w14:textId="77777777" w:rsidR="00C36D72" w:rsidRDefault="00C36D72" w:rsidP="00887851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cs="Times New Roman" w:hint="eastAsia"/>
                <w:spacing w:val="-1"/>
              </w:rPr>
              <w:t>○○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3F2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</w:p>
        </w:tc>
      </w:tr>
      <w:tr w:rsidR="00C36D72" w:rsidRPr="00245908" w14:paraId="7153A3F5" w14:textId="77777777">
        <w:trPr>
          <w:trHeight w:hRule="exact" w:val="224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A3F4" w14:textId="77777777" w:rsidR="00C36D72" w:rsidRDefault="00C36D72">
            <w:pPr>
              <w:pStyle w:val="a3"/>
              <w:rPr>
                <w:spacing w:val="0"/>
              </w:rPr>
            </w:pPr>
          </w:p>
        </w:tc>
      </w:tr>
      <w:tr w:rsidR="00C36D72" w:rsidRPr="00245908" w14:paraId="7153A404" w14:textId="77777777">
        <w:trPr>
          <w:cantSplit/>
          <w:trHeight w:hRule="exact" w:val="1118"/>
        </w:trPr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3F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153A3F7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札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に</w:t>
            </w:r>
          </w:p>
          <w:p w14:paraId="7153A3F8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9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付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す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べ</w:t>
            </w:r>
          </w:p>
          <w:p w14:paraId="7153A3FA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B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き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事</w:t>
            </w:r>
          </w:p>
          <w:p w14:paraId="7153A3F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153A3F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（物件）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3FE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 xml:space="preserve">委　</w:t>
            </w:r>
            <w:r w:rsidR="00887851">
              <w:rPr>
                <w:rFonts w:ascii="ＭＳ 明朝" w:hAnsi="ＭＳ 明朝"/>
                <w:sz w:val="30"/>
                <w:szCs w:val="30"/>
              </w:rPr>
              <w:t xml:space="preserve">　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>託</w:t>
            </w:r>
          </w:p>
          <w:p w14:paraId="7153A3FF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color w:val="FFFFFF"/>
                <w:sz w:val="30"/>
                <w:szCs w:val="30"/>
              </w:rPr>
              <w:t>１</w:t>
            </w:r>
          </w:p>
          <w:p w14:paraId="7153A400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業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務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名</w:t>
            </w:r>
          </w:p>
        </w:tc>
        <w:tc>
          <w:tcPr>
            <w:tcW w:w="61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3A401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  <w:p w14:paraId="7153A402" w14:textId="0E467C98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</w:rPr>
              <w:t xml:space="preserve">　</w:t>
            </w:r>
            <w:r w:rsidR="000F096A">
              <w:rPr>
                <w:rFonts w:ascii="ＭＳ 明朝" w:hAnsi="ＭＳ 明朝" w:hint="eastAsia"/>
              </w:rPr>
              <w:t>令和</w:t>
            </w:r>
            <w:r w:rsidR="00887851">
              <w:rPr>
                <w:rFonts w:ascii="ＭＳ 明朝" w:hAnsi="ＭＳ 明朝" w:hint="eastAsia"/>
              </w:rPr>
              <w:t>○</w:t>
            </w:r>
            <w:r w:rsidR="00887851">
              <w:rPr>
                <w:rFonts w:ascii="ＭＳ 明朝" w:hAnsi="ＭＳ 明朝"/>
              </w:rPr>
              <w:t>○</w:t>
            </w:r>
            <w:r w:rsidR="00887851">
              <w:rPr>
                <w:rFonts w:ascii="ＭＳ 明朝" w:hAnsi="ＭＳ 明朝" w:hint="eastAsia"/>
              </w:rPr>
              <w:t>年度</w:t>
            </w:r>
            <w:r w:rsidR="00887851">
              <w:rPr>
                <w:rFonts w:ascii="ＭＳ 明朝" w:hAnsi="ＭＳ 明朝"/>
              </w:rPr>
              <w:t xml:space="preserve">　○○委託</w:t>
            </w:r>
            <w:r w:rsidR="00887851">
              <w:rPr>
                <w:rFonts w:ascii="ＭＳ 明朝" w:hAnsi="ＭＳ 明朝" w:hint="eastAsia"/>
              </w:rPr>
              <w:t>業務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03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153A40D" w14:textId="77777777">
        <w:trPr>
          <w:cantSplit/>
          <w:trHeight w:hRule="exact" w:val="119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05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06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A407" w14:textId="77777777" w:rsidR="00C36D72" w:rsidRDefault="00C36D72">
            <w:pPr>
              <w:pStyle w:val="a3"/>
              <w:spacing w:before="195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 xml:space="preserve">委　</w:t>
            </w:r>
            <w:r w:rsidR="00887851">
              <w:rPr>
                <w:rFonts w:ascii="ＭＳ 明朝" w:hAnsi="ＭＳ 明朝"/>
                <w:sz w:val="30"/>
                <w:szCs w:val="30"/>
              </w:rPr>
              <w:t xml:space="preserve">　</w:t>
            </w:r>
            <w:r w:rsidR="00887851">
              <w:rPr>
                <w:rFonts w:ascii="ＭＳ 明朝" w:hAnsi="ＭＳ 明朝" w:hint="eastAsia"/>
                <w:sz w:val="30"/>
                <w:szCs w:val="30"/>
              </w:rPr>
              <w:t>託</w:t>
            </w:r>
          </w:p>
          <w:p w14:paraId="7153A408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業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>務</w:t>
            </w:r>
            <w:r w:rsidR="00887851" w:rsidRPr="0022227C">
              <w:rPr>
                <w:rFonts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の</w:t>
            </w:r>
          </w:p>
          <w:p w14:paraId="7153A409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所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在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地</w:t>
            </w:r>
          </w:p>
        </w:tc>
        <w:tc>
          <w:tcPr>
            <w:tcW w:w="6136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0A" w14:textId="77777777" w:rsidR="00C36D72" w:rsidRDefault="00C36D72">
            <w:pPr>
              <w:pStyle w:val="a3"/>
              <w:spacing w:before="195" w:line="300" w:lineRule="exact"/>
              <w:rPr>
                <w:spacing w:val="0"/>
              </w:rPr>
            </w:pPr>
          </w:p>
          <w:p w14:paraId="7153A40B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887851">
              <w:rPr>
                <w:rFonts w:ascii="ＭＳ 明朝" w:hAnsi="ＭＳ 明朝" w:hint="eastAsia"/>
              </w:rPr>
              <w:t xml:space="preserve">　</w:t>
            </w:r>
            <w:r w:rsidR="004167DB">
              <w:rPr>
                <w:rFonts w:ascii="ＭＳ 明朝" w:hAnsi="ＭＳ 明朝" w:hint="eastAsia"/>
              </w:rPr>
              <w:t>名西郡</w:t>
            </w:r>
            <w:r w:rsidR="00887851">
              <w:rPr>
                <w:rFonts w:ascii="ＭＳ 明朝" w:hAnsi="ＭＳ 明朝" w:hint="eastAsia"/>
              </w:rPr>
              <w:t>神山町○</w:t>
            </w:r>
            <w:r w:rsidR="00887851">
              <w:rPr>
                <w:rFonts w:ascii="ＭＳ 明朝" w:hAnsi="ＭＳ 明朝"/>
              </w:rPr>
              <w:t>○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0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</w:tc>
      </w:tr>
      <w:tr w:rsidR="00C36D72" w:rsidRPr="00245908" w14:paraId="7153A41D" w14:textId="77777777">
        <w:trPr>
          <w:cantSplit/>
          <w:trHeight w:hRule="exact" w:val="45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0E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53A40F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153A41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11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53A412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153A413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4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5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6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7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8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9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1A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1B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1C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</w:tr>
      <w:tr w:rsidR="00C36D72" w:rsidRPr="00245908" w14:paraId="7153A42B" w14:textId="77777777">
        <w:trPr>
          <w:cantSplit/>
          <w:trHeight w:hRule="exact" w:val="978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53A41E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1F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53A420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153A421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2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3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4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153A428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3A429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53A42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153A44C" w14:textId="77777777">
        <w:trPr>
          <w:trHeight w:hRule="exact" w:val="8202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53A42C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153A42D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神山町財務規則ならびに設計書（仕様書、図面）及び指示事項を承</w:t>
            </w:r>
          </w:p>
          <w:p w14:paraId="7153A42E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2F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諾のうえ上記のとおり入札します。</w:t>
            </w:r>
          </w:p>
          <w:p w14:paraId="7153A43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1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2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契約権者</w:t>
            </w:r>
          </w:p>
          <w:p w14:paraId="7153A433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4" w14:textId="35E8C585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神山町長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854E0C">
              <w:rPr>
                <w:rFonts w:ascii="ＭＳ 明朝" w:hAnsi="ＭＳ 明朝" w:hint="eastAsia"/>
                <w:sz w:val="30"/>
                <w:szCs w:val="30"/>
              </w:rPr>
              <w:t xml:space="preserve">河　</w:t>
            </w:r>
            <w:bookmarkStart w:id="0" w:name="_GoBack"/>
            <w:bookmarkEnd w:id="0"/>
            <w:r w:rsidR="00854E0C">
              <w:rPr>
                <w:rFonts w:ascii="ＭＳ 明朝" w:hAnsi="ＭＳ 明朝" w:hint="eastAsia"/>
                <w:sz w:val="30"/>
                <w:szCs w:val="30"/>
              </w:rPr>
              <w:t>野　　雅　俊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　殿</w:t>
            </w:r>
          </w:p>
          <w:p w14:paraId="7153A435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6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7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8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           </w:t>
            </w:r>
            <w:r>
              <w:rPr>
                <w:rFonts w:ascii="ＭＳ 明朝" w:hAnsi="ＭＳ 明朝" w:hint="eastAsia"/>
                <w:sz w:val="24"/>
                <w:szCs w:val="24"/>
              </w:rPr>
              <w:t>入　札　者</w:t>
            </w:r>
          </w:p>
          <w:p w14:paraId="7153A439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A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住　所</w:t>
            </w:r>
          </w:p>
          <w:p w14:paraId="7153A43B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C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3D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氏　名　　　　　　　　　　　　　　　　　　　　㊞</w:t>
            </w:r>
          </w:p>
          <w:p w14:paraId="7153A43E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</w:p>
          <w:p w14:paraId="7153A43F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0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1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2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3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（注）１．　入札者の住所氏名は、法人にあっては法人の名称及び代表者の氏名を記載して代表</w:t>
            </w:r>
          </w:p>
          <w:p w14:paraId="7153A444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者印を押印すること。</w:t>
            </w:r>
          </w:p>
          <w:p w14:paraId="7153A445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6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２．　入札金額はアラビヤ数字をもって、消し難いもので記載するとともに頭書に￥の記</w:t>
            </w:r>
          </w:p>
          <w:p w14:paraId="7153A447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号を付記すること。</w:t>
            </w:r>
          </w:p>
          <w:p w14:paraId="7153A448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9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３．　入札金額は訂正しないこと。</w:t>
            </w:r>
          </w:p>
          <w:p w14:paraId="7153A44A" w14:textId="77777777" w:rsidR="00C36D72" w:rsidRDefault="00C36D72">
            <w:pPr>
              <w:pStyle w:val="a3"/>
              <w:rPr>
                <w:spacing w:val="0"/>
              </w:rPr>
            </w:pPr>
          </w:p>
          <w:p w14:paraId="7153A44B" w14:textId="77777777" w:rsidR="00C36D72" w:rsidRDefault="00C36D72" w:rsidP="00887851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４．　入札</w:t>
            </w:r>
            <w:r w:rsidR="004167DB">
              <w:rPr>
                <w:rFonts w:ascii="ＭＳ 明朝" w:hAnsi="ＭＳ 明朝" w:hint="eastAsia"/>
              </w:rPr>
              <w:t>書</w:t>
            </w:r>
            <w:r w:rsidR="004167DB">
              <w:rPr>
                <w:rFonts w:ascii="ＭＳ 明朝" w:hAnsi="ＭＳ 明朝"/>
              </w:rPr>
              <w:t>提出</w:t>
            </w:r>
            <w:r>
              <w:rPr>
                <w:rFonts w:ascii="ＭＳ 明朝" w:hAnsi="ＭＳ 明朝" w:hint="eastAsia"/>
              </w:rPr>
              <w:t>年月日は入札</w:t>
            </w:r>
            <w:r w:rsidR="00887851">
              <w:rPr>
                <w:rFonts w:ascii="ＭＳ 明朝" w:hAnsi="ＭＳ 明朝" w:hint="eastAsia"/>
              </w:rPr>
              <w:t>書提出日</w:t>
            </w:r>
            <w:r>
              <w:rPr>
                <w:rFonts w:ascii="ＭＳ 明朝" w:hAnsi="ＭＳ 明朝" w:hint="eastAsia"/>
              </w:rPr>
              <w:t>を記載すること。</w:t>
            </w:r>
          </w:p>
        </w:tc>
      </w:tr>
    </w:tbl>
    <w:p w14:paraId="7153A44D" w14:textId="77777777" w:rsidR="00C36D72" w:rsidRDefault="00C36D72">
      <w:pPr>
        <w:pStyle w:val="a3"/>
        <w:spacing w:line="121" w:lineRule="exact"/>
        <w:rPr>
          <w:spacing w:val="0"/>
        </w:rPr>
      </w:pPr>
    </w:p>
    <w:p w14:paraId="7153A44E" w14:textId="77777777" w:rsidR="00C36D72" w:rsidRDefault="00C36D72">
      <w:pPr>
        <w:pStyle w:val="a3"/>
        <w:rPr>
          <w:spacing w:val="0"/>
        </w:rPr>
      </w:pPr>
    </w:p>
    <w:p w14:paraId="7153A44F" w14:textId="77777777" w:rsidR="00C36D72" w:rsidRDefault="00C36D72">
      <w:pPr>
        <w:pStyle w:val="a3"/>
        <w:rPr>
          <w:spacing w:val="0"/>
        </w:rPr>
      </w:pPr>
    </w:p>
    <w:sectPr w:rsidR="00C36D72" w:rsidSect="00C36D72">
      <w:pgSz w:w="11906" w:h="16838"/>
      <w:pgMar w:top="1418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3A453" w14:textId="77777777" w:rsidR="004B3195" w:rsidRDefault="004B3195" w:rsidP="00102D4B">
      <w:r>
        <w:separator/>
      </w:r>
    </w:p>
  </w:endnote>
  <w:endnote w:type="continuationSeparator" w:id="0">
    <w:p w14:paraId="7153A454" w14:textId="77777777" w:rsidR="004B3195" w:rsidRDefault="004B3195" w:rsidP="0010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3A451" w14:textId="77777777" w:rsidR="004B3195" w:rsidRDefault="004B3195" w:rsidP="00102D4B">
      <w:r>
        <w:separator/>
      </w:r>
    </w:p>
  </w:footnote>
  <w:footnote w:type="continuationSeparator" w:id="0">
    <w:p w14:paraId="7153A452" w14:textId="77777777" w:rsidR="004B3195" w:rsidRDefault="004B3195" w:rsidP="0010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D72"/>
    <w:rsid w:val="000F096A"/>
    <w:rsid w:val="00102D4B"/>
    <w:rsid w:val="0022227C"/>
    <w:rsid w:val="00245908"/>
    <w:rsid w:val="004167DB"/>
    <w:rsid w:val="004B3195"/>
    <w:rsid w:val="00854E0C"/>
    <w:rsid w:val="00887851"/>
    <w:rsid w:val="00C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53A3E7"/>
  <w15:docId w15:val="{45AC49A5-DCF4-4D8E-93CD-06993976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02D4B"/>
  </w:style>
  <w:style w:type="paragraph" w:styleId="a6">
    <w:name w:val="footer"/>
    <w:basedOn w:val="a"/>
    <w:link w:val="a7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02D4B"/>
  </w:style>
  <w:style w:type="paragraph" w:styleId="a8">
    <w:name w:val="Balloon Text"/>
    <w:basedOn w:val="a"/>
    <w:link w:val="a9"/>
    <w:uiPriority w:val="99"/>
    <w:semiHidden/>
    <w:unhideWhenUsed/>
    <w:rsid w:val="0088785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878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87;&#12540;&#12479;\&#32207;&#21209;&#35506;&#65288;H27-\H27&#32207;&#21209;&#35506;\&#9734;&#30476;&#20837;&#26413;&#12471;&#12473;&#12486;&#12512;\&#12510;&#12491;&#12517;&#12450;&#12523;&#19968;&#24335;\&#12510;&#12491;&#12517;&#12450;&#12523;&#36039;&#2600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>神山町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KAMIYAMA</dc:creator>
  <cp:lastModifiedBy> </cp:lastModifiedBy>
  <cp:revision>8</cp:revision>
  <cp:lastPrinted>2015-05-15T02:14:00Z</cp:lastPrinted>
  <dcterms:created xsi:type="dcterms:W3CDTF">2011-06-01T01:30:00Z</dcterms:created>
  <dcterms:modified xsi:type="dcterms:W3CDTF">2023-06-29T05:01:00Z</dcterms:modified>
</cp:coreProperties>
</file>